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F3095" w14:textId="77777777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4CB770A3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468F30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393F6CBE" w14:textId="77777777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13B86C5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73AE13EC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83F3533" w14:textId="77777777" w:rsidR="00AB2967" w:rsidRPr="007A1CAD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8"/>
          <w:szCs w:val="28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2BE8D818" w14:textId="0B30DEF9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7A1CAD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„</w:t>
      </w:r>
      <w:r w:rsidR="005F12FC" w:rsidRPr="00FB6956">
        <w:rPr>
          <w:rFonts w:ascii="Book Antiqua" w:hAnsi="Book Antiqua" w:cstheme="minorHAnsi"/>
          <w:b/>
          <w:bCs/>
        </w:rPr>
        <w:t>Silnice III/31512 Skuhrov</w:t>
      </w:r>
      <w:r w:rsidRPr="007A1CAD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“</w:t>
      </w:r>
    </w:p>
    <w:p w14:paraId="1EB6E038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8C49377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85A35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7B94C6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3AB53D86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6060E4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15F8AE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96054C0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FA01042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A9C8AE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28941A3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6A811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8AA10E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F581DAD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32775DED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285B0C0A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7E9A54A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6976D090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E2C057F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9DBA32A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A0F6DC9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CF35E3D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6F72EFB2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27627FF1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D31932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257A4212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457B23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2A91DC5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38BDA06F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DC0A514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289D98A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3D6B64D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C08608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86CCFE6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17079C2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2FBBABB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E3754B4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1BB93CC8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2C5D91C2" w14:textId="77777777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1CAD95C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A58702D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3DD4499C" w14:textId="77777777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1418C8A8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15D6867D" w14:textId="77777777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61F21863" w14:textId="77777777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F9E89E6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201D00A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13AF57DF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4E8A11A4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8CABEE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509B8C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102412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343C7481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1D39B5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DFA567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17D38CC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9CCE365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6355489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E4E586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EA20B3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995CFE4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13A8E2E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9CF0F9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794FC6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29A4B7C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F2AAFD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5A7484D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115DEA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F0ACC76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6C529C0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838146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22BDB61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318435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4DCD67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771BABD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B9BCAB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7009B77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2FE51F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19B358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4A60D90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073A83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2051DC4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FD0873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DDFD10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4E61B12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4D73D2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6EAC730B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F7C8B3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7F50395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3D97663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439F65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02BE6F2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8C66E8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F8BCCF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514242D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60A4322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03CCE01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EBC0D0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F4DA7A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1125B32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E56677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13B7C02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5BE408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EBF4BC5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1BCAA9A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8DAFA0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7FA0966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B52920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9B9AAF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2E02F4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D81979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711E16E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EB6C98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55D3CD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74F4024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0087FD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74300AF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A62738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DF74F4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3A8F79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68D6EF0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2208F4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625547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125F93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47D60DA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89D9C6B" w14:textId="77777777" w:rsidR="00583C64" w:rsidRPr="004252B2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1866E6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4D46C58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F14B0F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7A07F22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9D5DD2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C91670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112A2CD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A062D6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1EA475F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DE27F9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544A1A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04F9BA6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B704F7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4807717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64E95B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FD2798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388D070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553B9B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023B0FD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099154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BD3562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259E24C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EF6197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78ADCD41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EDC8F3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E6FFDF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96EBF4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77F83D8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EA8201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2E4C8C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2DF78F1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D39A83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39AD7CF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95CFFD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FCFC3E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709C5FB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A110304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64B0A33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F9F87F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62EE0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F5CC2F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4F9C36A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7738B1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6ABDE1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1A736E4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9593D94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115BF3E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6EA518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645A6B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4919A70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82A7F2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33FF1B2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FA983F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53895C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6D63D6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3B170B0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CC13C2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C2D523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71B92FE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870667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0E94A6D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E0F607C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EF57DC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1AE79B4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23BE388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3B542CE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7D2003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E5F23F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2F35016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7A18D7AE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74BED71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6E0D92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AF668A2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6890EF54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6171D5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FCD07BD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7AED0E6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02F5682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B3A595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88105D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78C9D04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1486FC9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15D98B71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BAA97C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A8DC32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B848470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1DFAC5D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5C71DD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2D1300D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3E2D463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9EC014D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143CB84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884549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7AD36DC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5B1E7D3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BB7C63C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787726E7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0E1C705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740DABC3" w14:textId="7777777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4B835DF6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09B8859B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06EA399E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62B11F9D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016B33C" w14:textId="77777777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41E6DF89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11A6356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C61A8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498BAF37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0ECDBF3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062CE8C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03EB3805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71D0D8D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741C168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7498680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15DC60B7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4277038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6AD02577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4E3A3FF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2BB5AD32" w14:textId="77777777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73C21A4C" w14:textId="77777777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7877CC3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6E26EDD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57C3EB20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12201879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457985F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5F7D5A1D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66F6F010" w14:textId="77777777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A647460" w14:textId="7777777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6AD14331" w14:textId="77777777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 xml:space="preserve">“) </w:t>
      </w:r>
      <w:r w:rsidR="00034CB1">
        <w:rPr>
          <w:rFonts w:ascii="Book Antiqua" w:hAnsi="Book Antiqua" w:cs="Segoe UI"/>
          <w:lang w:eastAsia="cs-CZ"/>
        </w:rPr>
        <w:t>–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0064A1">
        <w:rPr>
          <w:rFonts w:ascii="Book Antiqua" w:hAnsi="Book Antiqua" w:cs="Segoe UI"/>
          <w:lang w:eastAsia="cs-CZ"/>
        </w:rPr>
        <w:t>Zhotovitel je povinen zajistit DIO podle projektové dokumentace pro provedení stavby</w:t>
      </w:r>
      <w:r w:rsidR="007A22B3">
        <w:rPr>
          <w:rFonts w:ascii="Book Antiqua" w:hAnsi="Book Antiqua" w:cs="Segoe UI"/>
          <w:lang w:eastAsia="cs-CZ"/>
        </w:rPr>
        <w:t xml:space="preserve">. </w:t>
      </w:r>
    </w:p>
    <w:p w14:paraId="790B911B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BCA9EA3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3734A75C" w14:textId="77777777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7A054D95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387E532D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6149BD89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4F928F4" w14:textId="174FF8AB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5F12FC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5F12FC">
        <w:rPr>
          <w:rFonts w:ascii="Book Antiqua" w:hAnsi="Book Antiqua" w:cs="Segoe UI"/>
          <w:lang w:eastAsia="cs-CZ"/>
        </w:rPr>
        <w:t> „</w:t>
      </w:r>
      <w:r w:rsidR="005F12FC" w:rsidRPr="005F12FC">
        <w:rPr>
          <w:rFonts w:ascii="Book Antiqua" w:hAnsi="Book Antiqua" w:cs="Segoe UI"/>
          <w:b/>
          <w:bCs/>
          <w:lang w:eastAsia="cs-CZ"/>
        </w:rPr>
        <w:t>Silnice III/31512 Skuhrov</w:t>
      </w:r>
      <w:r w:rsidRPr="005F12FC">
        <w:rPr>
          <w:rFonts w:ascii="Book Antiqua" w:hAnsi="Book Antiqua" w:cs="Segoe UI"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45A4FFF7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65FC9313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25A332C5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00DF7481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1785308A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6BA3D009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0670CD91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308AD8EB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59B06D69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60623E44" w14:textId="77777777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33FBB0D6" w14:textId="77777777" w:rsidR="00DA72D5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59BBDE6D" w14:textId="77777777" w:rsidR="00946DCA" w:rsidRPr="00F42EFC" w:rsidRDefault="00946DCA" w:rsidP="00946DCA">
      <w:pPr>
        <w:pStyle w:val="Odstavecseseznamem"/>
        <w:spacing w:after="0" w:line="240" w:lineRule="auto"/>
        <w:ind w:left="426"/>
        <w:textAlignment w:val="baseline"/>
        <w:rPr>
          <w:rFonts w:ascii="Book Antiqua" w:hAnsi="Book Antiqua" w:cs="Segoe UI"/>
          <w:lang w:eastAsia="cs-CZ"/>
        </w:rPr>
      </w:pPr>
    </w:p>
    <w:p w14:paraId="1750EFE4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170FADB6" w14:textId="77777777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4F87D537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290B7E5E" w14:textId="77777777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38FB9864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27120FAB" w14:textId="54F6F8AD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</w:t>
      </w:r>
      <w:r w:rsidRPr="00816DAE">
        <w:rPr>
          <w:rFonts w:ascii="Book Antiqua" w:hAnsi="Book Antiqua" w:cs="Segoe UI"/>
          <w:lang w:eastAsia="cs-CZ"/>
        </w:rPr>
        <w:t>tele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bude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Zhotovitelem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převezen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 protokolárně uložen na</w:t>
      </w:r>
      <w:r w:rsidR="00E81C3E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skládku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proofErr w:type="spellStart"/>
      <w:r w:rsidR="00DA3E3E" w:rsidRPr="00816DAE">
        <w:rPr>
          <w:rFonts w:ascii="Book Antiqua" w:hAnsi="Book Antiqua" w:cs="Segoe UI"/>
          <w:lang w:eastAsia="cs-CZ"/>
        </w:rPr>
        <w:t>cestmistrovství</w:t>
      </w:r>
      <w:proofErr w:type="spellEnd"/>
      <w:r w:rsidR="00DA3E3E" w:rsidRPr="00816DAE">
        <w:rPr>
          <w:rFonts w:ascii="Book Antiqua" w:hAnsi="Book Antiqua" w:cs="Segoe UI"/>
          <w:lang w:eastAsia="cs-CZ"/>
        </w:rPr>
        <w:t xml:space="preserve"> </w:t>
      </w:r>
      <w:r w:rsidR="009669AD" w:rsidRPr="009669AD">
        <w:rPr>
          <w:rFonts w:ascii="Book Antiqua" w:hAnsi="Book Antiqua" w:cstheme="minorHAnsi"/>
        </w:rPr>
        <w:t>Ústí nad Orlicí</w:t>
      </w:r>
      <w:r w:rsidR="00AF074C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>(</w:t>
      </w:r>
      <w:r w:rsidR="001C01F7" w:rsidRPr="001C01F7">
        <w:rPr>
          <w:rFonts w:ascii="Book Antiqua" w:hAnsi="Book Antiqua" w:cs="Segoe UI"/>
          <w:lang w:eastAsia="cs-CZ"/>
        </w:rPr>
        <w:t>https://www.suspk.cz</w:t>
      </w:r>
      <w:r w:rsidR="00DF7C6B">
        <w:rPr>
          <w:rFonts w:ascii="Book Antiqua" w:hAnsi="Book Antiqua" w:cs="Segoe UI"/>
          <w:lang w:eastAsia="cs-CZ"/>
        </w:rPr>
        <w:t>/</w:t>
      </w:r>
      <w:proofErr w:type="spellStart"/>
      <w:r w:rsidR="00344F09" w:rsidRPr="00344F09">
        <w:rPr>
          <w:rFonts w:ascii="Book Antiqua" w:hAnsi="Book Antiqua" w:cs="Segoe UI"/>
          <w:lang w:eastAsia="cs-CZ"/>
        </w:rPr>
        <w:t>usti</w:t>
      </w:r>
      <w:proofErr w:type="spellEnd"/>
      <w:r w:rsidR="00344F09" w:rsidRPr="00344F09">
        <w:rPr>
          <w:rFonts w:ascii="Book Antiqua" w:hAnsi="Book Antiqua" w:cs="Segoe UI"/>
          <w:lang w:eastAsia="cs-CZ"/>
        </w:rPr>
        <w:t>-nad-orlici</w:t>
      </w:r>
      <w:r w:rsidR="00DA3E3E" w:rsidRPr="00816DAE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7AEFD6B4" w14:textId="7777777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5E0CB173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28005E92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3138E00E" w14:textId="77777777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6DF84AD5" w14:textId="77777777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695BADBC" w14:textId="7777777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D24F5E9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0DFAEC13" w14:textId="3DC694A2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</w:t>
      </w:r>
      <w:r w:rsidR="0085712D">
        <w:rPr>
          <w:rFonts w:ascii="Book Antiqua" w:eastAsia="Book Antiqua" w:hAnsi="Book Antiqua" w:cs="Book Antiqua"/>
          <w:color w:val="000000" w:themeColor="text1"/>
        </w:rPr>
        <w:t xml:space="preserve"> na své náklady</w:t>
      </w:r>
      <w:r w:rsidRPr="00BB10A0">
        <w:rPr>
          <w:rFonts w:ascii="Book Antiqua" w:eastAsia="Book Antiqua" w:hAnsi="Book Antiqua" w:cs="Book Antiqua"/>
          <w:color w:val="000000" w:themeColor="text1"/>
        </w:rPr>
        <w:t>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6E3F5543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0EB6ECAB" w14:textId="77777777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1AA22361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5934101C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3D5AF423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6554C71E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67B307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254BC0F4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663606F7" w14:textId="77777777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41B60E0B" w14:textId="77777777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00458D73" w14:textId="77777777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075012E7" w14:textId="77777777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5F1DC25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A975072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29F60E47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F8E8851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A10730C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641A9B94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6BCF5F4B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D87BAFB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2B1CF70B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113E1BE5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16C0CAD4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7D31E80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7EA02E09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6212FE16" w14:textId="77777777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0DAA84B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784B32">
        <w:rPr>
          <w:rStyle w:val="normaltextrun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784B32">
        <w:rPr>
          <w:rStyle w:val="normaltextrun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61B1F11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027BCBD1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6246C21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4F90591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6FB71122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5D194B9F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2E76FF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263F808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6D31E7CC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 xml:space="preserve">postupů – </w:t>
      </w:r>
      <w:proofErr w:type="spellStart"/>
      <w:r w:rsidR="004806E6">
        <w:rPr>
          <w:rStyle w:val="normaltextrun"/>
          <w:rFonts w:ascii="Book Antiqua" w:hAnsi="Book Antiqua" w:cs="Segoe UI"/>
        </w:rPr>
        <w:t>workflow</w:t>
      </w:r>
      <w:proofErr w:type="spellEnd"/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2E965E8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59B4CCE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0824FFA1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0E6F6AD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362085A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42E74D85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3E95C59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12C985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581624D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648FBD58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795FBB1F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689A928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0CF3AE58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B74180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FCA5E8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0199D58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5A1B6D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 w:rsidRPr="00784B32">
        <w:rPr>
          <w:rStyle w:val="normaltextrun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 w:rsidRPr="00784B32">
        <w:rPr>
          <w:rStyle w:val="normaltextrun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27F060A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4BB8A005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04DFC6F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17E06CCA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17BA3550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5D9BECD1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41D8F4F4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3B3A051D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BE30686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0F7E061E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70BD72A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2EE474FE" w14:textId="77777777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0D6905B9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110D4EB2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proofErr w:type="spellStart"/>
      <w:r w:rsidRPr="00784B32">
        <w:rPr>
          <w:rStyle w:val="normaltextrun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4690B6E4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38C51375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7B88460B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35F40C55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6E89E7ED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3B936124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2002673D" w14:textId="77777777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173F5BBD" w14:textId="77777777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4AF2D8F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F73C739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17AED4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9231F76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437AC76F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841D7CC" w14:textId="77777777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71008B37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3CE9C294" w14:textId="77777777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6EDA7C82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4EE771C6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20049E2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6C344D94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2D9119EF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329CA058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3DC0247D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0F44A50E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77CD52A" w14:textId="77777777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6B0A863F" w14:textId="7777777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DCCFE80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0C4C1F4A" w14:textId="77777777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5F59027E" w14:textId="77777777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4C186D8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3F5EFBF6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39F4F0FF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4CE3E4F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7738FDBD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6B3FD5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0D7CB81B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4AFA2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60FDA9A9" w14:textId="77777777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E62AFAD" w14:textId="77777777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2AFA86A5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680C3916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7F6F655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854DF97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0B126CFD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EBE42D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609D6A03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1F8E2DD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1423EFB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B0C2A8" w14:textId="7777777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35288C2F" w14:textId="77777777" w:rsidR="00AB2967" w:rsidRPr="00825863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2586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F96C927" w14:textId="6702BD77" w:rsidR="00B63A63" w:rsidRPr="00825863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825863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344F09" w:rsidRPr="00344F09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Silnice III/31512 Skuhrov</w:t>
      </w:r>
      <w:r w:rsidRPr="00825863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06AFD47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2764693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E7E467A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3D627E54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695255A" w14:textId="5E4FB5D2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 xml:space="preserve">uzavřených Dodatků na akci </w:t>
      </w:r>
      <w:r w:rsidR="00BA3438" w:rsidRPr="00EB74C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344F09" w:rsidRPr="00344F09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Silnice III/31512 Skuhrov</w:t>
      </w:r>
      <w:r w:rsidR="001150EC" w:rsidRPr="00EB74C7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EB74C7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 w:rsidRPr="00EB74C7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22C6901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6928425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E4455A" w14:textId="77777777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945533B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396C77D" w14:textId="77777777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2A6FE412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218D6254" w14:textId="77777777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801F78C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E829732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2EF0AC4" w14:textId="77777777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77CE47B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3D563660" w14:textId="77777777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2F70C5BC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45E945E" w14:textId="77777777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0B6E902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2B9DC067" w14:textId="77777777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5DEAEFC8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8FDA69F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EDE8DE" w14:textId="77777777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0B74F3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9926220" w14:textId="77777777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4FCB22EA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F075B2D" w14:textId="77777777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841A3F8" w14:textId="77777777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93C13AC" w14:textId="77777777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00CB7844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18D186D2" w14:textId="77777777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392DF005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325DCAF8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40517A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658296CD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5DE01C60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79AD69E9" w14:textId="7777777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CC5041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3A7DF4" w14:textId="77777777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47FF0229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1D02B6F0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0C30D913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4904771B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4B5A3268" w14:textId="77777777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5E4C9353" w14:textId="7777777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3ABCC54C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6E9CEE5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02B322AD" w14:textId="77777777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460783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29AFD10" w14:textId="77777777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3EEB42CD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26E93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7121ED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D35D5A1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514BD1" w14:textId="77777777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0AD671F6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5FDEA675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7BA4CA44" w14:textId="7777777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BF084E4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55271823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7D5D38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21A416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42A0ADFE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293FC67C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EAE5B64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51F4C4B9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62BCC4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9491FF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155CA5A5" w14:textId="77777777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A4CA4" w14:textId="77777777" w:rsidR="004E7867" w:rsidRDefault="004E7867" w:rsidP="00852575">
      <w:pPr>
        <w:spacing w:after="0" w:line="240" w:lineRule="auto"/>
      </w:pPr>
      <w:r>
        <w:separator/>
      </w:r>
    </w:p>
  </w:endnote>
  <w:endnote w:type="continuationSeparator" w:id="0">
    <w:p w14:paraId="57562F01" w14:textId="77777777" w:rsidR="004E7867" w:rsidRDefault="004E7867" w:rsidP="00852575">
      <w:pPr>
        <w:spacing w:after="0" w:line="240" w:lineRule="auto"/>
      </w:pPr>
      <w:r>
        <w:continuationSeparator/>
      </w:r>
    </w:p>
  </w:endnote>
  <w:endnote w:type="continuationNotice" w:id="1">
    <w:p w14:paraId="238CE826" w14:textId="77777777" w:rsidR="004E7867" w:rsidRDefault="004E78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Content>
      <w:p w14:paraId="1C213FED" w14:textId="7777777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9E3B3E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51E36" w14:textId="77777777" w:rsidR="004E7867" w:rsidRDefault="004E7867" w:rsidP="00852575">
      <w:pPr>
        <w:spacing w:after="0" w:line="240" w:lineRule="auto"/>
      </w:pPr>
      <w:r>
        <w:separator/>
      </w:r>
    </w:p>
  </w:footnote>
  <w:footnote w:type="continuationSeparator" w:id="0">
    <w:p w14:paraId="1505AE45" w14:textId="77777777" w:rsidR="004E7867" w:rsidRDefault="004E7867" w:rsidP="00852575">
      <w:pPr>
        <w:spacing w:after="0" w:line="240" w:lineRule="auto"/>
      </w:pPr>
      <w:r>
        <w:continuationSeparator/>
      </w:r>
    </w:p>
  </w:footnote>
  <w:footnote w:type="continuationNotice" w:id="1">
    <w:p w14:paraId="65072DB9" w14:textId="77777777" w:rsidR="004E7867" w:rsidRDefault="004E78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B44A2" w14:textId="77777777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F499F" w14:textId="7777777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B5129CE" wp14:editId="73BDBF8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2830E1" w14:textId="77777777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528"/>
    <w:rsid w:val="00000D09"/>
    <w:rsid w:val="00005603"/>
    <w:rsid w:val="00005B05"/>
    <w:rsid w:val="000064A1"/>
    <w:rsid w:val="0001426C"/>
    <w:rsid w:val="00016652"/>
    <w:rsid w:val="00020010"/>
    <w:rsid w:val="00021BD4"/>
    <w:rsid w:val="00025CF1"/>
    <w:rsid w:val="0003108A"/>
    <w:rsid w:val="00032DF6"/>
    <w:rsid w:val="00034CB1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2447"/>
    <w:rsid w:val="000641A2"/>
    <w:rsid w:val="000676CD"/>
    <w:rsid w:val="00072070"/>
    <w:rsid w:val="0008489C"/>
    <w:rsid w:val="00092111"/>
    <w:rsid w:val="00092645"/>
    <w:rsid w:val="00093AB9"/>
    <w:rsid w:val="000B1F6F"/>
    <w:rsid w:val="000B2BC5"/>
    <w:rsid w:val="000B2EE1"/>
    <w:rsid w:val="000B3F94"/>
    <w:rsid w:val="000C147E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1311"/>
    <w:rsid w:val="001150EC"/>
    <w:rsid w:val="0011527E"/>
    <w:rsid w:val="0011760D"/>
    <w:rsid w:val="00117D54"/>
    <w:rsid w:val="00120E3F"/>
    <w:rsid w:val="00125A37"/>
    <w:rsid w:val="00126453"/>
    <w:rsid w:val="00130E49"/>
    <w:rsid w:val="001317EA"/>
    <w:rsid w:val="00132001"/>
    <w:rsid w:val="001363F3"/>
    <w:rsid w:val="00136653"/>
    <w:rsid w:val="00136914"/>
    <w:rsid w:val="00136A49"/>
    <w:rsid w:val="00140586"/>
    <w:rsid w:val="00141416"/>
    <w:rsid w:val="00142407"/>
    <w:rsid w:val="00153879"/>
    <w:rsid w:val="00156469"/>
    <w:rsid w:val="00156D69"/>
    <w:rsid w:val="001610A1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9DB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13225"/>
    <w:rsid w:val="00223C55"/>
    <w:rsid w:val="00224EE2"/>
    <w:rsid w:val="00225653"/>
    <w:rsid w:val="00225E4F"/>
    <w:rsid w:val="00226A3E"/>
    <w:rsid w:val="00227D1A"/>
    <w:rsid w:val="002305BB"/>
    <w:rsid w:val="00233A3E"/>
    <w:rsid w:val="00251865"/>
    <w:rsid w:val="00252FA9"/>
    <w:rsid w:val="002560C2"/>
    <w:rsid w:val="00261262"/>
    <w:rsid w:val="002619A5"/>
    <w:rsid w:val="00270372"/>
    <w:rsid w:val="002716A9"/>
    <w:rsid w:val="002745A6"/>
    <w:rsid w:val="002766B0"/>
    <w:rsid w:val="0028574C"/>
    <w:rsid w:val="002868AA"/>
    <w:rsid w:val="0028751C"/>
    <w:rsid w:val="00291838"/>
    <w:rsid w:val="002931F5"/>
    <w:rsid w:val="002B6B15"/>
    <w:rsid w:val="002C0CB3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4B2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4F09"/>
    <w:rsid w:val="00346C8C"/>
    <w:rsid w:val="003472C3"/>
    <w:rsid w:val="003474C5"/>
    <w:rsid w:val="00357595"/>
    <w:rsid w:val="0036340F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1392"/>
    <w:rsid w:val="0040295B"/>
    <w:rsid w:val="00410E4B"/>
    <w:rsid w:val="0041191A"/>
    <w:rsid w:val="00415678"/>
    <w:rsid w:val="00415901"/>
    <w:rsid w:val="004221FA"/>
    <w:rsid w:val="004252B2"/>
    <w:rsid w:val="00431876"/>
    <w:rsid w:val="004340EC"/>
    <w:rsid w:val="00434813"/>
    <w:rsid w:val="00436000"/>
    <w:rsid w:val="00442DC5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58FE"/>
    <w:rsid w:val="004B7333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E7867"/>
    <w:rsid w:val="004F3410"/>
    <w:rsid w:val="004F40DE"/>
    <w:rsid w:val="004F7316"/>
    <w:rsid w:val="00506239"/>
    <w:rsid w:val="00506BDC"/>
    <w:rsid w:val="00506FD7"/>
    <w:rsid w:val="0051231C"/>
    <w:rsid w:val="00513AD0"/>
    <w:rsid w:val="00517717"/>
    <w:rsid w:val="0052385A"/>
    <w:rsid w:val="0052733D"/>
    <w:rsid w:val="00536A75"/>
    <w:rsid w:val="00544B49"/>
    <w:rsid w:val="00546C3A"/>
    <w:rsid w:val="00550E7F"/>
    <w:rsid w:val="0055199C"/>
    <w:rsid w:val="00555ACD"/>
    <w:rsid w:val="0055790A"/>
    <w:rsid w:val="0057412B"/>
    <w:rsid w:val="0057546A"/>
    <w:rsid w:val="00575915"/>
    <w:rsid w:val="00576EB5"/>
    <w:rsid w:val="005838FD"/>
    <w:rsid w:val="00583C64"/>
    <w:rsid w:val="00590C60"/>
    <w:rsid w:val="00591250"/>
    <w:rsid w:val="005927C9"/>
    <w:rsid w:val="00593F47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5B6"/>
    <w:rsid w:val="005D3971"/>
    <w:rsid w:val="005D57BD"/>
    <w:rsid w:val="005D670D"/>
    <w:rsid w:val="005D7C08"/>
    <w:rsid w:val="005E11D4"/>
    <w:rsid w:val="005E2F03"/>
    <w:rsid w:val="005E7BD1"/>
    <w:rsid w:val="005E7C10"/>
    <w:rsid w:val="005F12FC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1E9D"/>
    <w:rsid w:val="00771FE1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1CAD"/>
    <w:rsid w:val="007A22B3"/>
    <w:rsid w:val="007A5749"/>
    <w:rsid w:val="007A590F"/>
    <w:rsid w:val="007B1070"/>
    <w:rsid w:val="007B462B"/>
    <w:rsid w:val="007B6A91"/>
    <w:rsid w:val="007C5832"/>
    <w:rsid w:val="007C68DB"/>
    <w:rsid w:val="007D07C8"/>
    <w:rsid w:val="007D1D7F"/>
    <w:rsid w:val="007D2EB4"/>
    <w:rsid w:val="007D5EBF"/>
    <w:rsid w:val="007D62A7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5863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459FC"/>
    <w:rsid w:val="00852575"/>
    <w:rsid w:val="00854FC5"/>
    <w:rsid w:val="0085712D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71A"/>
    <w:rsid w:val="008C1F35"/>
    <w:rsid w:val="008C2DF0"/>
    <w:rsid w:val="008C35D0"/>
    <w:rsid w:val="008C464C"/>
    <w:rsid w:val="008D0FCA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5D24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229B"/>
    <w:rsid w:val="00936F99"/>
    <w:rsid w:val="009374DA"/>
    <w:rsid w:val="00942B39"/>
    <w:rsid w:val="00946DCA"/>
    <w:rsid w:val="009669AD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509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96E"/>
    <w:rsid w:val="00A70D02"/>
    <w:rsid w:val="00A7312E"/>
    <w:rsid w:val="00A74A7A"/>
    <w:rsid w:val="00A77694"/>
    <w:rsid w:val="00A80560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0638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280F"/>
    <w:rsid w:val="00B952AB"/>
    <w:rsid w:val="00B955AB"/>
    <w:rsid w:val="00B97051"/>
    <w:rsid w:val="00BA0EA3"/>
    <w:rsid w:val="00BA3438"/>
    <w:rsid w:val="00BA41CC"/>
    <w:rsid w:val="00BA627F"/>
    <w:rsid w:val="00BB10A0"/>
    <w:rsid w:val="00BB4ACA"/>
    <w:rsid w:val="00BB6187"/>
    <w:rsid w:val="00BC0A93"/>
    <w:rsid w:val="00BC7F3B"/>
    <w:rsid w:val="00BD3C12"/>
    <w:rsid w:val="00BD4D39"/>
    <w:rsid w:val="00BD5180"/>
    <w:rsid w:val="00BD54F7"/>
    <w:rsid w:val="00BD5A99"/>
    <w:rsid w:val="00BE23C0"/>
    <w:rsid w:val="00BF7265"/>
    <w:rsid w:val="00C0246D"/>
    <w:rsid w:val="00C05805"/>
    <w:rsid w:val="00C069AF"/>
    <w:rsid w:val="00C07A8A"/>
    <w:rsid w:val="00C263CD"/>
    <w:rsid w:val="00C272EF"/>
    <w:rsid w:val="00C27B17"/>
    <w:rsid w:val="00C27D1A"/>
    <w:rsid w:val="00C27FE5"/>
    <w:rsid w:val="00C300D6"/>
    <w:rsid w:val="00C30833"/>
    <w:rsid w:val="00C35EAB"/>
    <w:rsid w:val="00C40904"/>
    <w:rsid w:val="00C43F64"/>
    <w:rsid w:val="00C4640A"/>
    <w:rsid w:val="00C65E9C"/>
    <w:rsid w:val="00C74800"/>
    <w:rsid w:val="00C86C60"/>
    <w:rsid w:val="00C901DF"/>
    <w:rsid w:val="00C91942"/>
    <w:rsid w:val="00C924EE"/>
    <w:rsid w:val="00C947DF"/>
    <w:rsid w:val="00C95297"/>
    <w:rsid w:val="00CA3436"/>
    <w:rsid w:val="00CA44F2"/>
    <w:rsid w:val="00CB1533"/>
    <w:rsid w:val="00CB19C0"/>
    <w:rsid w:val="00CB3316"/>
    <w:rsid w:val="00CB49F5"/>
    <w:rsid w:val="00CB4A67"/>
    <w:rsid w:val="00CC0BC6"/>
    <w:rsid w:val="00CC1B6A"/>
    <w:rsid w:val="00CC5023"/>
    <w:rsid w:val="00CC56B1"/>
    <w:rsid w:val="00CC6E49"/>
    <w:rsid w:val="00CD04A5"/>
    <w:rsid w:val="00CD252C"/>
    <w:rsid w:val="00CD3C3A"/>
    <w:rsid w:val="00CD64D5"/>
    <w:rsid w:val="00CD6BB3"/>
    <w:rsid w:val="00CF1644"/>
    <w:rsid w:val="00CF7C87"/>
    <w:rsid w:val="00D01C6F"/>
    <w:rsid w:val="00D01F6E"/>
    <w:rsid w:val="00D04CB1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4653"/>
    <w:rsid w:val="00D555A2"/>
    <w:rsid w:val="00D559F3"/>
    <w:rsid w:val="00D60DA1"/>
    <w:rsid w:val="00D65277"/>
    <w:rsid w:val="00D67357"/>
    <w:rsid w:val="00D67920"/>
    <w:rsid w:val="00D713D1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42D5"/>
    <w:rsid w:val="00DC43E7"/>
    <w:rsid w:val="00DC6FC8"/>
    <w:rsid w:val="00DC7AD4"/>
    <w:rsid w:val="00DD1528"/>
    <w:rsid w:val="00DD2456"/>
    <w:rsid w:val="00DD6AAF"/>
    <w:rsid w:val="00DD7C9F"/>
    <w:rsid w:val="00DE3124"/>
    <w:rsid w:val="00DF39FD"/>
    <w:rsid w:val="00DF411C"/>
    <w:rsid w:val="00DF7C6B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9728D"/>
    <w:rsid w:val="00EA1BE2"/>
    <w:rsid w:val="00EA3088"/>
    <w:rsid w:val="00EA3B96"/>
    <w:rsid w:val="00EB05C6"/>
    <w:rsid w:val="00EB5269"/>
    <w:rsid w:val="00EB74C7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00F0"/>
    <w:rsid w:val="00F31C70"/>
    <w:rsid w:val="00F347A2"/>
    <w:rsid w:val="00F34AB1"/>
    <w:rsid w:val="00F35ACD"/>
    <w:rsid w:val="00F35D88"/>
    <w:rsid w:val="00F36950"/>
    <w:rsid w:val="00F36D1E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4ADA"/>
    <w:rsid w:val="00F8615D"/>
    <w:rsid w:val="00F86786"/>
    <w:rsid w:val="00F869F4"/>
    <w:rsid w:val="00F9552E"/>
    <w:rsid w:val="00FA2375"/>
    <w:rsid w:val="00FA3343"/>
    <w:rsid w:val="00FA3E84"/>
    <w:rsid w:val="00FA70AE"/>
    <w:rsid w:val="00FB5797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0FF5947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4E3AF0"/>
  <w15:chartTrackingRefBased/>
  <w15:docId w15:val="{BBE5F777-47DA-405A-83D9-4171019DF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52;imonDvo&#345;&#225;k\OneDrive%20-%20Contract%20Management\T&#253;mov&#253;%20web%20-%20Projekt\Vzory,%20manu&#225;l%20a%20smluvn&#237;%20pokuty\Vzory\P&#345;&#237;loha%20e)%20Technick&#225;%20specifikace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f501dd-6ef5-4f1b-8952-6e820fced33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1B67C0254B4AAA3DD64A6F8364F6" ma:contentTypeVersion="10" ma:contentTypeDescription="Vytvoří nový dokument" ma:contentTypeScope="" ma:versionID="241e70e91aceee07a818baafa6ecdb41">
  <xsd:schema xmlns:xsd="http://www.w3.org/2001/XMLSchema" xmlns:xs="http://www.w3.org/2001/XMLSchema" xmlns:p="http://schemas.microsoft.com/office/2006/metadata/properties" xmlns:ns2="7cf501dd-6ef5-4f1b-8952-6e820fced335" targetNamespace="http://schemas.microsoft.com/office/2006/metadata/properties" ma:root="true" ma:fieldsID="d3f6cf4fb079aae3ae69b9925fde6e8b" ns2:_="">
    <xsd:import namespace="7cf501dd-6ef5-4f1b-8952-6e820fced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501dd-6ef5-4f1b-8952-6e820fced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2CA6A0-1FD1-4BB3-8227-81207E8A4480}"/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e) Technická specifikace.dotx</Template>
  <TotalTime>8</TotalTime>
  <Pages>15</Pages>
  <Words>3836</Words>
  <Characters>24403</Characters>
  <Application>Microsoft Office Word</Application>
  <DocSecurity>0</DocSecurity>
  <Lines>696</Lines>
  <Paragraphs>332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28338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 Dvořák</dc:creator>
  <cp:keywords/>
  <dc:description/>
  <cp:lastModifiedBy>Synek Jiří</cp:lastModifiedBy>
  <cp:revision>12</cp:revision>
  <cp:lastPrinted>2019-03-08T21:33:00Z</cp:lastPrinted>
  <dcterms:created xsi:type="dcterms:W3CDTF">2026-02-10T14:10:00Z</dcterms:created>
  <dcterms:modified xsi:type="dcterms:W3CDTF">2026-02-15T10:50:00Z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0x010100DD9B1B67C0254B4AAA3DD64A6F8364F6</vt:lpwstr>
  </property>
  <property fmtid="{D5CDD505-2E9C-101B-9397-08002B2CF9AE}" pid="3" name="MediaServiceImageTags">
    <vt:lpwstr/>
  </property>
</Properties>
</file>